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748BBC9F" w14:textId="0EB0A41D" w:rsidR="00972C3B" w:rsidRPr="00B94A55" w:rsidRDefault="00972C3B" w:rsidP="009A54BB">
      <w:pPr>
        <w:rPr>
          <w:lang w:val="fr-BE"/>
        </w:rPr>
      </w:pPr>
      <w:bookmarkStart w:id="2" w:name="_Hlk57722982"/>
      <w:bookmarkEnd w:id="0"/>
      <w:r w:rsidRPr="00B94A55">
        <w:rPr>
          <w:lang w:val="fr-BE"/>
        </w:rPr>
        <w:t>Vasque à encastrer fabriquée en porcelain</w:t>
      </w:r>
      <w:r w:rsidR="00E51C6C" w:rsidRPr="00B94A55">
        <w:rPr>
          <w:lang w:val="fr-BE"/>
        </w:rPr>
        <w:t>e</w:t>
      </w:r>
      <w:r w:rsidRPr="00B94A55">
        <w:rPr>
          <w:lang w:val="fr-BE"/>
        </w:rPr>
        <w:t xml:space="preserve"> sanitaire, </w:t>
      </w:r>
      <w:r w:rsidR="006632E5" w:rsidRPr="00B94A55">
        <w:rPr>
          <w:lang w:val="fr-BE"/>
        </w:rPr>
        <w:t>sans</w:t>
      </w:r>
      <w:r w:rsidRPr="00B94A55">
        <w:rPr>
          <w:lang w:val="fr-BE"/>
        </w:rPr>
        <w:t xml:space="preserve"> trop-plein.</w:t>
      </w:r>
    </w:p>
    <w:p w14:paraId="2FD024E9" w14:textId="312D32C8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 xml:space="preserve">La vasque à une forme </w:t>
      </w:r>
      <w:r w:rsidR="00ED26BC" w:rsidRPr="00B94A55">
        <w:rPr>
          <w:lang w:val="fr-BE"/>
        </w:rPr>
        <w:t>ovale</w:t>
      </w:r>
      <w:r w:rsidRPr="00B94A55">
        <w:rPr>
          <w:lang w:val="fr-BE"/>
        </w:rPr>
        <w:t xml:space="preserve"> et un rebord surélevé qui reste visible après l’installation.</w:t>
      </w:r>
    </w:p>
    <w:p w14:paraId="5F24CFF1" w14:textId="77777777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>L’e</w:t>
      </w:r>
      <w:r w:rsidR="00BB530F" w:rsidRPr="00B94A55">
        <w:rPr>
          <w:lang w:val="fr-BE"/>
        </w:rPr>
        <w:t>n</w:t>
      </w:r>
      <w:r w:rsidRPr="00B94A55">
        <w:rPr>
          <w:lang w:val="fr-BE"/>
        </w:rPr>
        <w:t>tretien est optimal grâce à la forme entièrement arrondie de l’intérieur de la vasque.</w:t>
      </w:r>
    </w:p>
    <w:p w14:paraId="52551C42" w14:textId="77777777" w:rsidR="00A16A82" w:rsidRPr="00B94A55" w:rsidRDefault="00972C3B" w:rsidP="009A54BB">
      <w:pPr>
        <w:rPr>
          <w:lang w:val="fr-BE"/>
        </w:rPr>
      </w:pPr>
      <w:r w:rsidRPr="00B94A55">
        <w:rPr>
          <w:lang w:val="fr-BE"/>
        </w:rPr>
        <w:t xml:space="preserve">Le dessous de la vasque </w:t>
      </w:r>
      <w:r w:rsidR="00474B8A" w:rsidRPr="00B94A55">
        <w:rPr>
          <w:lang w:val="fr-BE"/>
        </w:rPr>
        <w:t>n’</w:t>
      </w:r>
      <w:r w:rsidRPr="00B94A55">
        <w:rPr>
          <w:lang w:val="fr-BE"/>
        </w:rPr>
        <w:t>est</w:t>
      </w:r>
      <w:r w:rsidR="00474B8A" w:rsidRPr="00B94A55">
        <w:rPr>
          <w:lang w:val="fr-BE"/>
        </w:rPr>
        <w:t xml:space="preserve"> pas</w:t>
      </w:r>
      <w:r w:rsidRPr="00B94A55">
        <w:rPr>
          <w:lang w:val="fr-BE"/>
        </w:rPr>
        <w:t xml:space="preserve"> émaillé.</w:t>
      </w:r>
    </w:p>
    <w:p w14:paraId="1B7F809F" w14:textId="6DD8F8F1" w:rsidR="005C0018" w:rsidRPr="00B94A55" w:rsidRDefault="00A16A82" w:rsidP="009A54BB">
      <w:pPr>
        <w:rPr>
          <w:lang w:val="fr-BE"/>
        </w:rPr>
      </w:pPr>
      <w:r w:rsidRPr="00B94A55">
        <w:rPr>
          <w:lang w:val="fr-BE"/>
        </w:rPr>
        <w:t>La vasque est pourvu d’une seconde couche d’émail</w:t>
      </w:r>
    </w:p>
    <w:p w14:paraId="495E203F" w14:textId="2C587779" w:rsidR="00212515" w:rsidRPr="00B94A55" w:rsidRDefault="00212515" w:rsidP="009A54BB">
      <w:pPr>
        <w:rPr>
          <w:lang w:val="fr-BE"/>
        </w:rPr>
      </w:pPr>
      <w:r w:rsidRPr="00B94A55">
        <w:rPr>
          <w:rStyle w:val="normaltextrun"/>
          <w:rFonts w:cs="Arial"/>
          <w:color w:val="000000"/>
          <w:shd w:val="clear" w:color="auto" w:fill="FFFFFF"/>
          <w:lang w:val="fr-BE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  <w:r w:rsidRPr="00B94A55">
        <w:rPr>
          <w:rStyle w:val="eop"/>
          <w:rFonts w:cs="Arial"/>
          <w:color w:val="000000"/>
          <w:shd w:val="clear" w:color="auto" w:fill="FFFFFF"/>
          <w:lang w:val="fr-BE"/>
        </w:rPr>
        <w:t> </w:t>
      </w:r>
    </w:p>
    <w:p w14:paraId="413E9EE8" w14:textId="77777777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>Le logo du fabricant est subtilement appliqué</w:t>
      </w:r>
      <w:r w:rsidR="00DB61F4" w:rsidRPr="00B94A55">
        <w:rPr>
          <w:lang w:val="fr-BE"/>
        </w:rPr>
        <w:t xml:space="preserve"> sur la porcelaine dans une couleur Claire.</w:t>
      </w:r>
    </w:p>
    <w:bookmarkEnd w:id="2"/>
    <w:p w14:paraId="1A6307DF" w14:textId="77777777" w:rsidR="009A54BB" w:rsidRPr="00B94A55" w:rsidRDefault="009A54BB" w:rsidP="009A54BB">
      <w:pPr>
        <w:rPr>
          <w:lang w:val="fr-BE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33C93258" w14:textId="77777777" w:rsidR="002F1A08" w:rsidRPr="00B94A55" w:rsidRDefault="00DB61F4" w:rsidP="002F1A08">
      <w:pPr>
        <w:rPr>
          <w:lang w:val="fr-BE"/>
        </w:rPr>
      </w:pPr>
      <w:r w:rsidRPr="00B94A55">
        <w:rPr>
          <w:lang w:val="fr-BE"/>
        </w:rPr>
        <w:t>Porcelaine sanitaire avec une absorption d’eau de maximum 5%.</w:t>
      </w:r>
    </w:p>
    <w:p w14:paraId="489D3575" w14:textId="77777777" w:rsidR="002F1A08" w:rsidRPr="00B94A55" w:rsidRDefault="002F1A08" w:rsidP="002F1A08">
      <w:pPr>
        <w:ind w:left="567"/>
        <w:rPr>
          <w:u w:val="single"/>
          <w:lang w:val="fr-BE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500270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1E4DB1B" w14:textId="77777777" w:rsidR="00DD0E11" w:rsidRPr="00B94A55" w:rsidRDefault="00DB61F4" w:rsidP="00DD0E11">
      <w:pPr>
        <w:rPr>
          <w:lang w:val="fr-BE"/>
        </w:rPr>
      </w:pPr>
      <w:r w:rsidRPr="00B94A55">
        <w:rPr>
          <w:lang w:val="fr-BE"/>
        </w:rPr>
        <w:t>Résistance mécanique à une charge de 150 kg pendant une heure.</w:t>
      </w:r>
      <w:r w:rsidR="00DD0E11" w:rsidRPr="00B94A55">
        <w:rPr>
          <w:lang w:val="fr-BE"/>
        </w:rPr>
        <w:t xml:space="preserve"> </w:t>
      </w:r>
    </w:p>
    <w:p w14:paraId="03B665D1" w14:textId="77777777" w:rsidR="00EC40BB" w:rsidRPr="00B94A55" w:rsidRDefault="00EC40BB" w:rsidP="00DD0E11">
      <w:pPr>
        <w:rPr>
          <w:lang w:val="fr-BE"/>
        </w:rPr>
      </w:pPr>
      <w:r w:rsidRPr="00B94A55">
        <w:rPr>
          <w:lang w:val="fr-BE"/>
        </w:rPr>
        <w:t>EN14688</w:t>
      </w:r>
    </w:p>
    <w:p w14:paraId="076CAF96" w14:textId="687FCB97" w:rsidR="00DD0E11" w:rsidRPr="00B94A55" w:rsidRDefault="00DB61F4" w:rsidP="00DD0E11">
      <w:pPr>
        <w:rPr>
          <w:lang w:val="fr-BE"/>
        </w:rPr>
      </w:pPr>
      <w:r w:rsidRPr="00B94A55">
        <w:rPr>
          <w:lang w:val="fr-BE"/>
        </w:rPr>
        <w:t>Profondeur</w:t>
      </w:r>
      <w:r w:rsidR="005F4D52" w:rsidRPr="00B94A55">
        <w:rPr>
          <w:lang w:val="fr-BE"/>
        </w:rPr>
        <w:t>:</w:t>
      </w:r>
      <w:r w:rsidR="005F4D52" w:rsidRPr="00B94A55">
        <w:rPr>
          <w:lang w:val="fr-BE"/>
        </w:rPr>
        <w:tab/>
      </w:r>
      <w:r w:rsidR="00557A4D" w:rsidRPr="00B94A55">
        <w:rPr>
          <w:lang w:val="fr-BE"/>
        </w:rPr>
        <w:t>50</w:t>
      </w:r>
      <w:r w:rsidR="005F4D52" w:rsidRPr="00B94A55">
        <w:rPr>
          <w:lang w:val="fr-BE"/>
        </w:rPr>
        <w:t>cm</w:t>
      </w:r>
    </w:p>
    <w:p w14:paraId="6F98CADB" w14:textId="77777777" w:rsidR="005F4D52" w:rsidRPr="00B94A55" w:rsidRDefault="00DB61F4" w:rsidP="00DD0E11">
      <w:pPr>
        <w:rPr>
          <w:lang w:val="fr-BE"/>
        </w:rPr>
      </w:pPr>
      <w:r w:rsidRPr="00B94A55">
        <w:rPr>
          <w:lang w:val="fr-BE"/>
        </w:rPr>
        <w:t>Largeur</w:t>
      </w:r>
      <w:r w:rsidR="005F4D52" w:rsidRPr="00B94A55">
        <w:rPr>
          <w:lang w:val="fr-BE"/>
        </w:rPr>
        <w:t>:</w:t>
      </w:r>
      <w:r w:rsidR="005F4D52" w:rsidRPr="00B94A55">
        <w:rPr>
          <w:lang w:val="fr-BE"/>
        </w:rPr>
        <w:tab/>
      </w:r>
      <w:r w:rsidR="00D75262" w:rsidRPr="00B94A55">
        <w:rPr>
          <w:lang w:val="fr-BE"/>
        </w:rPr>
        <w:t>40</w:t>
      </w:r>
      <w:r w:rsidR="005F4D52" w:rsidRPr="00B94A55">
        <w:rPr>
          <w:lang w:val="fr-BE"/>
        </w:rPr>
        <w:t>cm</w:t>
      </w:r>
    </w:p>
    <w:p w14:paraId="53AB2AB2" w14:textId="77777777" w:rsidR="005F4D52" w:rsidRPr="00B94A55" w:rsidRDefault="005F4D52" w:rsidP="00DD0E11">
      <w:pPr>
        <w:rPr>
          <w:lang w:val="fr-BE"/>
        </w:rPr>
      </w:pPr>
      <w:r w:rsidRPr="00B94A55">
        <w:rPr>
          <w:lang w:val="fr-BE"/>
        </w:rPr>
        <w:t>H</w:t>
      </w:r>
      <w:r w:rsidR="00DB61F4" w:rsidRPr="00B94A55">
        <w:rPr>
          <w:lang w:val="fr-BE"/>
        </w:rPr>
        <w:t>auteur</w:t>
      </w:r>
      <w:r w:rsidRPr="00B94A55">
        <w:rPr>
          <w:lang w:val="fr-BE"/>
        </w:rPr>
        <w:t>:</w:t>
      </w:r>
      <w:r w:rsidRPr="00B94A55">
        <w:rPr>
          <w:lang w:val="fr-BE"/>
        </w:rPr>
        <w:tab/>
        <w:t>1</w:t>
      </w:r>
      <w:r w:rsidR="006C58D3" w:rsidRPr="00B94A55">
        <w:rPr>
          <w:lang w:val="fr-BE"/>
        </w:rPr>
        <w:t>7,8</w:t>
      </w:r>
      <w:r w:rsidRPr="00B94A55">
        <w:rPr>
          <w:lang w:val="fr-BE"/>
        </w:rP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Pr="00B94A55" w:rsidRDefault="00DB61F4" w:rsidP="009A54BB">
      <w:pPr>
        <w:rPr>
          <w:lang w:val="fr-BE"/>
        </w:rPr>
      </w:pPr>
      <w:r w:rsidRPr="00B94A55">
        <w:rPr>
          <w:lang w:val="fr-BE"/>
        </w:rPr>
        <w:t>Montage par le dessus via une découpe dans la tablette.</w:t>
      </w:r>
    </w:p>
    <w:p w14:paraId="13542398" w14:textId="77777777" w:rsidR="006F0C3B" w:rsidRPr="00B94A55" w:rsidRDefault="00DB61F4" w:rsidP="009A54BB">
      <w:pPr>
        <w:rPr>
          <w:lang w:val="fr-BE"/>
        </w:rPr>
      </w:pPr>
      <w:r w:rsidRPr="00B94A55">
        <w:rPr>
          <w:lang w:val="fr-BE"/>
        </w:rPr>
        <w:t>La découpe est réalisée grâce au gabarit fourni avec la vasque.</w:t>
      </w:r>
    </w:p>
    <w:p w14:paraId="1DE6396A" w14:textId="77777777" w:rsidR="00106C8C" w:rsidRPr="00B94A55" w:rsidRDefault="00106C8C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4355E04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E64965F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E988F6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1382607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2179A29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E81D289" w14:textId="77777777" w:rsidR="00DD0E11" w:rsidRPr="00B94A55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576C216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800AA8C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C9B8D8E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692727B" w14:textId="77777777" w:rsidR="00DB61F4" w:rsidRPr="00B94A55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3E73B4D5" w:rsidR="00CE5E0E" w:rsidRPr="00FF20C8" w:rsidRDefault="00557A4D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7ED11D6" wp14:editId="599C8230">
            <wp:extent cx="5977255" cy="358775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58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98F3" w14:textId="77777777" w:rsidR="004D6548" w:rsidRDefault="004D6548">
      <w:r>
        <w:separator/>
      </w:r>
    </w:p>
  </w:endnote>
  <w:endnote w:type="continuationSeparator" w:id="0">
    <w:p w14:paraId="035448CE" w14:textId="77777777" w:rsidR="004D6548" w:rsidRDefault="004D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DF1DA" w14:textId="77777777" w:rsidR="004D6548" w:rsidRDefault="004D6548">
      <w:r>
        <w:separator/>
      </w:r>
    </w:p>
  </w:footnote>
  <w:footnote w:type="continuationSeparator" w:id="0">
    <w:p w14:paraId="0C05E39D" w14:textId="77777777" w:rsidR="004D6548" w:rsidRDefault="004D6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20CB7423" w:rsidR="00586B18" w:rsidRPr="00B94A55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B94A55">
      <w:rPr>
        <w:rFonts w:ascii="Arial" w:hAnsi="Arial" w:cs="Arial"/>
        <w:b/>
        <w:szCs w:val="24"/>
        <w:lang w:val="fr-BE"/>
      </w:rPr>
      <w:t xml:space="preserve">Geberit </w:t>
    </w:r>
    <w:r w:rsidR="0056122C" w:rsidRPr="00B94A55">
      <w:rPr>
        <w:rFonts w:ascii="Arial" w:hAnsi="Arial" w:cs="Arial"/>
        <w:b/>
        <w:szCs w:val="24"/>
        <w:lang w:val="fr-BE"/>
      </w:rPr>
      <w:t xml:space="preserve">VariForm </w:t>
    </w:r>
    <w:r w:rsidR="00972C3B" w:rsidRPr="00B94A55">
      <w:rPr>
        <w:rFonts w:ascii="Arial" w:hAnsi="Arial" w:cs="Arial"/>
        <w:b/>
        <w:szCs w:val="24"/>
        <w:lang w:val="fr-BE"/>
      </w:rPr>
      <w:t>vasque à encastrer</w:t>
    </w:r>
    <w:r w:rsidR="0056122C" w:rsidRPr="00B94A55">
      <w:rPr>
        <w:rFonts w:ascii="Arial" w:hAnsi="Arial" w:cs="Arial"/>
        <w:b/>
        <w:szCs w:val="24"/>
        <w:lang w:val="fr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 w:rsidRPr="00B94A55">
      <w:rPr>
        <w:rFonts w:ascii="Arial" w:hAnsi="Arial" w:cs="Arial"/>
        <w:b/>
        <w:szCs w:val="24"/>
        <w:lang w:val="fr-BE"/>
      </w:rPr>
      <w:br/>
    </w:r>
    <w:r w:rsidR="005C0018" w:rsidRPr="00B94A55">
      <w:rPr>
        <w:rFonts w:ascii="Arial" w:hAnsi="Arial" w:cs="Arial"/>
        <w:b/>
        <w:szCs w:val="24"/>
        <w:lang w:val="fr-BE"/>
      </w:rPr>
      <w:t>ovale</w:t>
    </w:r>
    <w:r w:rsidR="00890FB8" w:rsidRPr="00B94A55">
      <w:rPr>
        <w:rFonts w:ascii="Arial" w:hAnsi="Arial" w:cs="Arial"/>
        <w:b/>
        <w:szCs w:val="24"/>
        <w:lang w:val="fr-BE"/>
      </w:rPr>
      <w:t xml:space="preserve"> sans tr</w:t>
    </w:r>
    <w:r w:rsidR="006632E5" w:rsidRPr="00B94A55">
      <w:rPr>
        <w:rFonts w:ascii="Arial" w:hAnsi="Arial" w:cs="Arial"/>
        <w:b/>
        <w:szCs w:val="24"/>
        <w:lang w:val="fr-BE"/>
      </w:rPr>
      <w:t>op plein</w:t>
    </w:r>
    <w:r w:rsidR="00586B18" w:rsidRPr="00B94A55">
      <w:rPr>
        <w:rFonts w:ascii="Arial" w:hAnsi="Arial" w:cs="Arial"/>
        <w:b/>
        <w:szCs w:val="24"/>
        <w:lang w:val="fr-BE"/>
      </w:rPr>
      <w:tab/>
    </w:r>
  </w:p>
  <w:p w14:paraId="369BF5BA" w14:textId="77777777" w:rsidR="00025544" w:rsidRPr="00B94A55" w:rsidRDefault="00C272EF" w:rsidP="00080B0F">
    <w:pPr>
      <w:pStyle w:val="Koptekst"/>
      <w:rPr>
        <w:rFonts w:ascii="Arial" w:hAnsi="Arial" w:cs="Arial"/>
        <w:b/>
        <w:szCs w:val="24"/>
        <w:lang w:val="fr-BE"/>
      </w:rPr>
    </w:pPr>
    <w:r w:rsidRPr="00B94A55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55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17d37a4d-1901-487a-8e58-d338e641c525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42673-C634-4E3C-BA2F-1E31D775060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</TotalTime>
  <Pages>2</Pages>
  <Words>186</Words>
  <Characters>1023</Characters>
  <Application>Microsoft Office Word</Application>
  <DocSecurity>0</DocSecurity>
  <Lines>8</Lines>
  <Paragraphs>2</Paragraphs>
  <ScaleCrop>false</ScaleCrop>
  <Company>Geberit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46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